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1FF" w:rsidRDefault="00B061FF" w:rsidP="000205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6F6F">
        <w:rPr>
          <w:rFonts w:ascii="Times New Roman" w:hAnsi="Times New Roman"/>
          <w:b/>
          <w:sz w:val="28"/>
          <w:szCs w:val="28"/>
        </w:rPr>
        <w:t>Карта границ населенн</w:t>
      </w:r>
      <w:r>
        <w:rPr>
          <w:rFonts w:ascii="Times New Roman" w:hAnsi="Times New Roman"/>
          <w:b/>
          <w:sz w:val="28"/>
          <w:szCs w:val="28"/>
        </w:rPr>
        <w:t>ого</w:t>
      </w:r>
      <w:r w:rsidRPr="00FE6F6F">
        <w:rPr>
          <w:rFonts w:ascii="Times New Roman" w:hAnsi="Times New Roman"/>
          <w:b/>
          <w:sz w:val="28"/>
          <w:szCs w:val="28"/>
        </w:rPr>
        <w:t xml:space="preserve"> пункт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B061FF" w:rsidRDefault="00B061FF" w:rsidP="000205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х.</w:t>
      </w:r>
      <w:r w:rsidRPr="005531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Западный Синегорское сельского поселения</w:t>
      </w:r>
    </w:p>
    <w:p w:rsidR="00B061FF" w:rsidRDefault="00B061FF" w:rsidP="00AC17B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6pt;margin-top:10.4pt;width:449.85pt;height:566.8pt;z-index:251658240">
            <v:imagedata r:id="rId5" o:title="" croptop="1589f" cropbottom="13791f" cropleft="6773f" cropright="2341f"/>
          </v:shape>
        </w:pict>
      </w:r>
    </w:p>
    <w:p w:rsidR="00B061FF" w:rsidRDefault="00B061FF" w:rsidP="00655508">
      <w:pPr>
        <w:pStyle w:val="ParagraphStyle4"/>
        <w:framePr w:w="9469" w:h="510" w:hRule="exact" w:wrap="auto" w:vAnchor="page" w:hAnchor="margin" w:x="198" w:y="14395"/>
        <w:rPr>
          <w:rStyle w:val="CharacterStyle0"/>
        </w:rPr>
      </w:pPr>
      <w:r>
        <w:rPr>
          <w:rStyle w:val="CharacterStyle0"/>
        </w:rPr>
        <w:t>Условные обозначения:</w:t>
      </w:r>
    </w:p>
    <w:p w:rsidR="00B061FF" w:rsidRDefault="00B061FF" w:rsidP="00655508">
      <w:pPr>
        <w:pStyle w:val="ParagraphStyle5"/>
        <w:framePr w:w="1134" w:h="454" w:hRule="exact" w:wrap="auto" w:vAnchor="page" w:hAnchor="margin" w:x="142" w:y="14936"/>
        <w:rPr>
          <w:rStyle w:val="FakeCharacterStyle"/>
          <w:szCs w:val="2"/>
        </w:rPr>
      </w:pPr>
      <w:r>
        <w:rPr>
          <w:noProof/>
        </w:rPr>
        <w:pict>
          <v:shape id="Picture 4" o:spid="_x0000_i1025" type="#_x0000_t75" style="width:56.25pt;height:22.5pt;visibility:visible">
            <v:imagedata r:id="rId6" o:title=""/>
          </v:shape>
        </w:pict>
      </w:r>
    </w:p>
    <w:p w:rsidR="00B061FF" w:rsidRDefault="00B061FF" w:rsidP="00655508">
      <w:pPr>
        <w:pStyle w:val="ParagraphStyle6"/>
        <w:framePr w:w="8221" w:h="510" w:hRule="exact" w:wrap="auto" w:vAnchor="page" w:hAnchor="margin" w:x="1389" w:y="14906"/>
        <w:rPr>
          <w:rStyle w:val="CharacterStyle1"/>
          <w:szCs w:val="20"/>
        </w:rPr>
      </w:pPr>
      <w:r>
        <w:rPr>
          <w:rStyle w:val="CharacterStyle1"/>
          <w:szCs w:val="20"/>
        </w:rPr>
        <w:t>- планируемая граница населенного пункта</w:t>
      </w:r>
    </w:p>
    <w:p w:rsidR="00B061FF" w:rsidRDefault="00B061FF" w:rsidP="00655508">
      <w:pPr>
        <w:pStyle w:val="ParagraphStyle5"/>
        <w:framePr w:w="1134" w:h="454" w:hRule="exact" w:wrap="auto" w:vAnchor="page" w:hAnchor="margin" w:x="142" w:y="15463"/>
        <w:rPr>
          <w:rStyle w:val="FakeCharacterStyle"/>
          <w:szCs w:val="2"/>
        </w:rPr>
      </w:pPr>
      <w:r>
        <w:rPr>
          <w:noProof/>
        </w:rPr>
        <w:pict>
          <v:shape id="Picture 5" o:spid="_x0000_i1026" type="#_x0000_t75" style="width:56.25pt;height:22.5pt;visibility:visible">
            <v:imagedata r:id="rId7" o:title=""/>
          </v:shape>
        </w:pict>
      </w:r>
    </w:p>
    <w:p w:rsidR="00B061FF" w:rsidRDefault="00B061FF" w:rsidP="00655508">
      <w:pPr>
        <w:pStyle w:val="ParagraphStyle6"/>
        <w:framePr w:w="8221" w:h="510" w:hRule="exact" w:wrap="auto" w:vAnchor="page" w:hAnchor="margin" w:x="1389" w:y="15433"/>
        <w:rPr>
          <w:rStyle w:val="CharacterStyle1"/>
          <w:szCs w:val="20"/>
        </w:rPr>
      </w:pPr>
      <w:r>
        <w:rPr>
          <w:rStyle w:val="CharacterStyle1"/>
          <w:szCs w:val="20"/>
        </w:rPr>
        <w:t>- номера основных поворотных точек планируемой границы населенного пункта</w:t>
      </w:r>
    </w:p>
    <w:p w:rsidR="00B061FF" w:rsidRDefault="00B061FF" w:rsidP="00EA36E7">
      <w:pPr>
        <w:rPr>
          <w:szCs w:val="32"/>
        </w:rPr>
      </w:pPr>
    </w:p>
    <w:p w:rsidR="00B061FF" w:rsidRDefault="00B061FF" w:rsidP="0002056A">
      <w:pPr>
        <w:pStyle w:val="ParagraphStyle4"/>
        <w:framePr w:w="9469" w:h="510" w:hRule="exact" w:wrap="auto" w:vAnchor="page" w:hAnchor="margin" w:x="198" w:y="14395"/>
        <w:rPr>
          <w:rStyle w:val="CharacterStyle0"/>
        </w:rPr>
      </w:pPr>
      <w:r>
        <w:rPr>
          <w:rStyle w:val="CharacterStyle0"/>
        </w:rPr>
        <w:t>Условные обозначения:</w:t>
      </w:r>
    </w:p>
    <w:p w:rsidR="00B061FF" w:rsidRDefault="00B061FF" w:rsidP="0002056A">
      <w:pPr>
        <w:pStyle w:val="ParagraphStyle5"/>
        <w:framePr w:w="1134" w:h="454" w:hRule="exact" w:wrap="auto" w:vAnchor="page" w:hAnchor="margin" w:x="142" w:y="14936"/>
        <w:rPr>
          <w:rStyle w:val="FakeCharacterStyle"/>
          <w:szCs w:val="2"/>
        </w:rPr>
      </w:pPr>
      <w:r>
        <w:rPr>
          <w:noProof/>
        </w:rPr>
        <w:pict>
          <v:shape id="_x0000_i1027" type="#_x0000_t75" style="width:56.25pt;height:22.5pt;visibility:visible">
            <v:imagedata r:id="rId6" o:title=""/>
          </v:shape>
        </w:pict>
      </w:r>
    </w:p>
    <w:p w:rsidR="00B061FF" w:rsidRDefault="00B061FF" w:rsidP="0002056A">
      <w:pPr>
        <w:pStyle w:val="ParagraphStyle6"/>
        <w:framePr w:w="8221" w:h="510" w:hRule="exact" w:wrap="auto" w:vAnchor="page" w:hAnchor="margin" w:x="1389" w:y="14906"/>
        <w:rPr>
          <w:rStyle w:val="CharacterStyle1"/>
          <w:szCs w:val="20"/>
        </w:rPr>
      </w:pPr>
      <w:r>
        <w:rPr>
          <w:rStyle w:val="CharacterStyle1"/>
          <w:szCs w:val="20"/>
        </w:rPr>
        <w:t>- планируемая граница населенного пункта</w:t>
      </w:r>
    </w:p>
    <w:p w:rsidR="00B061FF" w:rsidRDefault="00B061FF" w:rsidP="0002056A">
      <w:pPr>
        <w:pStyle w:val="ParagraphStyle5"/>
        <w:framePr w:w="1134" w:h="454" w:hRule="exact" w:wrap="auto" w:vAnchor="page" w:hAnchor="margin" w:x="142" w:y="15463"/>
        <w:rPr>
          <w:rStyle w:val="FakeCharacterStyle"/>
          <w:szCs w:val="2"/>
        </w:rPr>
      </w:pPr>
      <w:r>
        <w:rPr>
          <w:noProof/>
        </w:rPr>
        <w:pict>
          <v:shape id="_x0000_i1028" type="#_x0000_t75" style="width:56.25pt;height:22.5pt;visibility:visible">
            <v:imagedata r:id="rId7" o:title=""/>
          </v:shape>
        </w:pict>
      </w:r>
    </w:p>
    <w:p w:rsidR="00B061FF" w:rsidRDefault="00B061FF" w:rsidP="0002056A">
      <w:pPr>
        <w:pStyle w:val="ParagraphStyle6"/>
        <w:framePr w:w="8221" w:h="510" w:hRule="exact" w:wrap="auto" w:vAnchor="page" w:hAnchor="margin" w:x="1389" w:y="15433"/>
        <w:rPr>
          <w:rStyle w:val="CharacterStyle1"/>
          <w:szCs w:val="20"/>
        </w:rPr>
      </w:pPr>
      <w:r>
        <w:rPr>
          <w:rStyle w:val="CharacterStyle1"/>
          <w:szCs w:val="20"/>
        </w:rPr>
        <w:t>- номера основных поворотных точек планируемой границы населенного пункта</w:t>
      </w: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EA36E7">
      <w:pPr>
        <w:rPr>
          <w:szCs w:val="32"/>
        </w:rPr>
      </w:pPr>
    </w:p>
    <w:p w:rsidR="00B061FF" w:rsidRDefault="00B061FF" w:rsidP="005F59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Каталог координат</w:t>
      </w:r>
    </w:p>
    <w:p w:rsidR="00B061FF" w:rsidRDefault="00B061FF" w:rsidP="005F598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поворотных точек границы 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х.</w:t>
      </w:r>
      <w:r w:rsidRPr="005531F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Западный </w:t>
      </w:r>
    </w:p>
    <w:p w:rsidR="00B061FF" w:rsidRDefault="00B061FF" w:rsidP="005F59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Синегорское сельского поселения</w:t>
      </w:r>
    </w:p>
    <w:p w:rsidR="00B061FF" w:rsidRDefault="00B061FF" w:rsidP="005F5988">
      <w:pPr>
        <w:jc w:val="center"/>
        <w:rPr>
          <w:szCs w:val="32"/>
        </w:rPr>
      </w:pPr>
    </w:p>
    <w:tbl>
      <w:tblPr>
        <w:tblW w:w="5342" w:type="dxa"/>
        <w:jc w:val="center"/>
        <w:tblInd w:w="-1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15"/>
        <w:gridCol w:w="1980"/>
        <w:gridCol w:w="1647"/>
      </w:tblGrid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№ точки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val="en-US" w:eastAsia="ru-RU"/>
              </w:rPr>
              <w:t>X(</w:t>
            </w: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м)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val="en-US" w:eastAsia="ru-RU"/>
              </w:rPr>
              <w:t>Y(</w:t>
            </w: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м)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503002,03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2300028,61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502916,43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2300047,83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502865,97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2300060,09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502835,61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2300069,14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502826,56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2300069,14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502808,84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2300064,5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502800,45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2300059,58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502781,84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2300047,35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502747,37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2300014,52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502761,23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2300003,76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502766,7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2299995,73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502771,63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2299981,86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502818,48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2299869,62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502759,36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2299826,58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502756,09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2299803,2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502742,87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2299801,58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502724,68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2299807,78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502717,09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2299825,15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502711,69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2299829,97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502701,04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2299831,28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502690,82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2299834,64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502670,68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2299846,02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502658,28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2299787,35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502649,15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2299764,02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502634,38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2299736,26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502635,93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2299720,66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502641,46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2299709,14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502643,02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2299703,26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502640,5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2299669,18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502625,98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2299647,89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502617,41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2299618,59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502606,69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2299597,87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502542,82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2299652,08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502516,18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2299650,51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502487,6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2299659,32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502479,52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2299666,78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502475,69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2299676,95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502475,45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2299691,48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502478,76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2299729,02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502527,06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2299777,03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502489,51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2299823,74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502456,16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2299860,12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502432,42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2299874,98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502419,22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2299892,38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502414,42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2299908,58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502418,62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2299931,98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502430,55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2299960,77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502414,3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2299975,34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502401,3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2299987,78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502383,42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2299996,18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502364,62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2300001,5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502336,72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2300011,7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502313,1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2300028,86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502265,15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2300081,23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502246,2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2300100,56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502235,62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2300134,4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502237,42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2300162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502244,62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2300179,4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502248,78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2300193,79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502230,9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2300233,56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502225,17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2300262,98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502230,18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2300291,31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502235,38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2300329,52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502232,01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2300353,19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502126,12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2300299,34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502080,47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2300274,83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502044,52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2300303,6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502013,02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2300318,6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501991,12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2300325,8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501965,92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2300334,2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501948,82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2300337,8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501928,42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2300331,8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501901,02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2300322,2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501888,82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2300321,2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501871,22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2300320,8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501856,62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2300319,2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501844,7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2300314,92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501835,7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2300311,91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501823,15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2300309,9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501815,55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2300309,37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501769,42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2300315,6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501767,62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2300344,48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501787,69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2300405,2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501758,32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2300408,11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501741,36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2300409,39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501734,06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2300412,68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501695,4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2300442,39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501656,18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2300456,07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501645,9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2300452,57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501638,71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2300447,43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501630,11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2300436,32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501622,88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2300424,89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501606,88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2300419,17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501484,91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2300459,63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501409,42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2300498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501402,4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2300526,63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501391,78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2300563,9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501400,1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2300639,4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501394,55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2300658,08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501374,27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2300677,34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501363,2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2300682,43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501340,81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2300749,84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501322,79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2300817,32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501313,1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2300852,09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501309,21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2300871,5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501393,35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2300886,6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501535,15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2300919,66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501712,65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2300955,32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501940,6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2300994,47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502018,3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2301005,99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502085,44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2301013,71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502140,99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2301018,06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502258,2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2301023,17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502285,73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2301022,04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502310,32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2301020,85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502336,47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2301018,43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502360,24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2301015,19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502378,16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2301011,79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502405,09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2301005,36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502429,66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2300997,89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502456,29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2300988,33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502485,06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2300976,29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502519,26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2300961,3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502568,8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2300937,06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502658,4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2300887,49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502757,64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2300829,24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502792,55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2300807,24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502826,1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2300786,96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502922,9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2300723,97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503073,45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2300628,29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503158,24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2300576,08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503186,62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2300558,6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503090,83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2300415,12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503071,16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2300397,81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503118,46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2300362,59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503148,56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2300336,14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503107,88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2300251,86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503054,89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2300141,1</w:t>
            </w:r>
          </w:p>
        </w:tc>
      </w:tr>
      <w:tr w:rsidR="00B061FF" w:rsidRPr="00DE1CF9" w:rsidTr="00DE1CF9">
        <w:trPr>
          <w:trHeight w:val="255"/>
          <w:jc w:val="center"/>
        </w:trPr>
        <w:tc>
          <w:tcPr>
            <w:tcW w:w="1715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0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503002,03</w:t>
            </w:r>
          </w:p>
        </w:tc>
        <w:tc>
          <w:tcPr>
            <w:tcW w:w="1647" w:type="dxa"/>
            <w:noWrap/>
            <w:vAlign w:val="center"/>
          </w:tcPr>
          <w:p w:rsidR="00B061FF" w:rsidRPr="00DE1CF9" w:rsidRDefault="00B061FF" w:rsidP="00DE1C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1CF9">
              <w:rPr>
                <w:rFonts w:ascii="Times New Roman" w:hAnsi="Times New Roman"/>
                <w:sz w:val="20"/>
                <w:szCs w:val="20"/>
                <w:lang w:eastAsia="ru-RU"/>
              </w:rPr>
              <w:t>2300028,61</w:t>
            </w:r>
          </w:p>
        </w:tc>
      </w:tr>
    </w:tbl>
    <w:p w:rsidR="00B061FF" w:rsidRPr="00EA36E7" w:rsidRDefault="00B061FF" w:rsidP="00EA36E7">
      <w:pPr>
        <w:rPr>
          <w:szCs w:val="32"/>
        </w:rPr>
      </w:pPr>
    </w:p>
    <w:sectPr w:rsidR="00B061FF" w:rsidRPr="00EA36E7" w:rsidSect="0002056A">
      <w:pgSz w:w="11906" w:h="16838"/>
      <w:pgMar w:top="899" w:right="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051D"/>
    <w:multiLevelType w:val="hybridMultilevel"/>
    <w:tmpl w:val="7EC486CA"/>
    <w:lvl w:ilvl="0" w:tplc="07326E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82340D"/>
    <w:multiLevelType w:val="hybridMultilevel"/>
    <w:tmpl w:val="34B67FA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9F1B70"/>
    <w:multiLevelType w:val="hybridMultilevel"/>
    <w:tmpl w:val="B9B4ADAE"/>
    <w:lvl w:ilvl="0" w:tplc="493E5F04">
      <w:start w:val="1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3">
    <w:nsid w:val="563870F3"/>
    <w:multiLevelType w:val="hybridMultilevel"/>
    <w:tmpl w:val="EB3A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AC620CD"/>
    <w:multiLevelType w:val="hybridMultilevel"/>
    <w:tmpl w:val="B252989E"/>
    <w:lvl w:ilvl="0" w:tplc="524E0FC8">
      <w:start w:val="1"/>
      <w:numFmt w:val="decimal"/>
      <w:lvlText w:val="%1)"/>
      <w:lvlJc w:val="left"/>
      <w:pPr>
        <w:ind w:left="16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7AA0"/>
    <w:rsid w:val="0002056A"/>
    <w:rsid w:val="000D4C0D"/>
    <w:rsid w:val="000E5864"/>
    <w:rsid w:val="00225C64"/>
    <w:rsid w:val="00233F3E"/>
    <w:rsid w:val="002956A8"/>
    <w:rsid w:val="002C7667"/>
    <w:rsid w:val="002F53E1"/>
    <w:rsid w:val="003D1FE2"/>
    <w:rsid w:val="003E5C31"/>
    <w:rsid w:val="00405A34"/>
    <w:rsid w:val="004E3A7B"/>
    <w:rsid w:val="005531F2"/>
    <w:rsid w:val="0059060E"/>
    <w:rsid w:val="005B32E9"/>
    <w:rsid w:val="005B7A04"/>
    <w:rsid w:val="005C4F20"/>
    <w:rsid w:val="005D159B"/>
    <w:rsid w:val="005F5988"/>
    <w:rsid w:val="00624B4F"/>
    <w:rsid w:val="00655508"/>
    <w:rsid w:val="006A2392"/>
    <w:rsid w:val="0075246A"/>
    <w:rsid w:val="0077211B"/>
    <w:rsid w:val="0079715B"/>
    <w:rsid w:val="00824C57"/>
    <w:rsid w:val="00863CBD"/>
    <w:rsid w:val="008C10A6"/>
    <w:rsid w:val="008D1E0D"/>
    <w:rsid w:val="008E5821"/>
    <w:rsid w:val="008E7AA0"/>
    <w:rsid w:val="00910050"/>
    <w:rsid w:val="00934471"/>
    <w:rsid w:val="00936939"/>
    <w:rsid w:val="009E428B"/>
    <w:rsid w:val="009F493E"/>
    <w:rsid w:val="00A73D0A"/>
    <w:rsid w:val="00A761D4"/>
    <w:rsid w:val="00AC17BF"/>
    <w:rsid w:val="00AE2345"/>
    <w:rsid w:val="00B061FF"/>
    <w:rsid w:val="00B26F22"/>
    <w:rsid w:val="00B37CD5"/>
    <w:rsid w:val="00B37F39"/>
    <w:rsid w:val="00B50F9A"/>
    <w:rsid w:val="00B93D39"/>
    <w:rsid w:val="00BB52DD"/>
    <w:rsid w:val="00C80AD4"/>
    <w:rsid w:val="00CA1CF8"/>
    <w:rsid w:val="00CA3883"/>
    <w:rsid w:val="00CA4BA1"/>
    <w:rsid w:val="00DB30C0"/>
    <w:rsid w:val="00DE1CF9"/>
    <w:rsid w:val="00DF2E9F"/>
    <w:rsid w:val="00E24FF3"/>
    <w:rsid w:val="00E902C2"/>
    <w:rsid w:val="00EA36E7"/>
    <w:rsid w:val="00EE55B6"/>
    <w:rsid w:val="00F81FFB"/>
    <w:rsid w:val="00FE65E4"/>
    <w:rsid w:val="00FE6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E0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49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97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715B"/>
    <w:rPr>
      <w:rFonts w:ascii="Tahoma" w:hAnsi="Tahoma" w:cs="Tahoma"/>
      <w:sz w:val="16"/>
      <w:szCs w:val="16"/>
    </w:rPr>
  </w:style>
  <w:style w:type="paragraph" w:customStyle="1" w:styleId="ParagraphStyle6">
    <w:name w:val="ParagraphStyle6"/>
    <w:hidden/>
    <w:uiPriority w:val="99"/>
    <w:rsid w:val="0002056A"/>
  </w:style>
  <w:style w:type="character" w:customStyle="1" w:styleId="CharacterStyle1">
    <w:name w:val="CharacterStyle1"/>
    <w:hidden/>
    <w:uiPriority w:val="99"/>
    <w:rsid w:val="0002056A"/>
    <w:rPr>
      <w:rFonts w:ascii="Times New Roman" w:hAnsi="Times New Roman"/>
      <w:noProof/>
      <w:color w:val="000000"/>
      <w:sz w:val="20"/>
      <w:u w:val="none"/>
    </w:rPr>
  </w:style>
  <w:style w:type="paragraph" w:customStyle="1" w:styleId="ParagraphStyle0">
    <w:name w:val="ParagraphStyle0"/>
    <w:hidden/>
    <w:uiPriority w:val="99"/>
    <w:rsid w:val="0002056A"/>
    <w:pPr>
      <w:jc w:val="center"/>
    </w:pPr>
  </w:style>
  <w:style w:type="paragraph" w:customStyle="1" w:styleId="ParagraphStyle4">
    <w:name w:val="ParagraphStyle4"/>
    <w:hidden/>
    <w:uiPriority w:val="99"/>
    <w:rsid w:val="0002056A"/>
  </w:style>
  <w:style w:type="paragraph" w:customStyle="1" w:styleId="ParagraphStyle5">
    <w:name w:val="ParagraphStyle5"/>
    <w:hidden/>
    <w:uiPriority w:val="99"/>
    <w:rsid w:val="0002056A"/>
  </w:style>
  <w:style w:type="character" w:customStyle="1" w:styleId="FakeCharacterStyle">
    <w:name w:val="FakeCharacterStyle"/>
    <w:hidden/>
    <w:uiPriority w:val="99"/>
    <w:rsid w:val="0002056A"/>
    <w:rPr>
      <w:sz w:val="2"/>
    </w:rPr>
  </w:style>
  <w:style w:type="character" w:customStyle="1" w:styleId="CharacterStyle0">
    <w:name w:val="CharacterStyle0"/>
    <w:hidden/>
    <w:uiPriority w:val="99"/>
    <w:rsid w:val="0002056A"/>
    <w:rPr>
      <w:rFonts w:ascii="Times New Roman" w:hAnsi="Times New Roman"/>
      <w:b/>
      <w:noProof/>
      <w:color w:val="000000"/>
      <w:sz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4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4</Pages>
  <Words>588</Words>
  <Characters>3355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Мотыльская</dc:creator>
  <cp:keywords/>
  <dc:description/>
  <cp:lastModifiedBy>Пользователь Windows</cp:lastModifiedBy>
  <cp:revision>12</cp:revision>
  <cp:lastPrinted>2018-01-12T11:49:00Z</cp:lastPrinted>
  <dcterms:created xsi:type="dcterms:W3CDTF">2020-06-08T10:50:00Z</dcterms:created>
  <dcterms:modified xsi:type="dcterms:W3CDTF">2020-07-02T15:21:00Z</dcterms:modified>
</cp:coreProperties>
</file>